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82901A" w14:textId="77777777" w:rsidR="002229D8" w:rsidRPr="002557F5" w:rsidRDefault="00B67D39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="002229D8"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="002229D8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57BBDBFB" w:rsidR="00B67D39" w:rsidRPr="002229D8" w:rsidRDefault="002229D8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E089A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66110F6F" w:rsid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49FCDCA" w14:textId="77777777" w:rsidR="001257A6" w:rsidRPr="00CC7E12" w:rsidRDefault="001257A6" w:rsidP="00872F1F">
      <w:pPr>
        <w:jc w:val="both"/>
        <w:rPr>
          <w:rFonts w:cstheme="minorHAnsi"/>
        </w:rPr>
      </w:pPr>
    </w:p>
    <w:p w14:paraId="63B1B52A" w14:textId="0BFF8EAC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Na potrzeby postępowania o udzielenie zamówienia prowadzonego pn.</w:t>
      </w:r>
      <w:r w:rsidR="002229D8">
        <w:rPr>
          <w:rFonts w:cstheme="minorHAnsi"/>
        </w:rPr>
        <w:t xml:space="preserve"> </w:t>
      </w:r>
      <w:r w:rsidR="001257A6" w:rsidRPr="001257A6">
        <w:rPr>
          <w:rFonts w:cstheme="minorHAnsi"/>
          <w:b/>
          <w:i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Zgierz-Pabianice w obrębie: M. Pabianice, M. Konstantynów Łódzki, Gm. Aleksandrów, Gm. Lutomiersk, Gm. Wodzierady, Gm. Dobroń, Gm. Dłutów</w:t>
      </w:r>
      <w:r w:rsidRPr="00CC7E12">
        <w:rPr>
          <w:rFonts w:cstheme="minorHAnsi"/>
        </w:rPr>
        <w:t xml:space="preserve">, </w:t>
      </w:r>
      <w:r w:rsidR="001257A6">
        <w:rPr>
          <w:rFonts w:cstheme="minorHAnsi"/>
        </w:rPr>
        <w:t xml:space="preserve">                                                </w:t>
      </w:r>
      <w:r w:rsidRPr="00CC7E12">
        <w:rPr>
          <w:rFonts w:cstheme="minorHAnsi"/>
        </w:rPr>
        <w:t xml:space="preserve">nr </w:t>
      </w:r>
      <w:r w:rsidR="002229D8" w:rsidRPr="002557F5">
        <w:rPr>
          <w:rFonts w:cstheme="minorHAnsi"/>
          <w:b/>
        </w:rPr>
        <w:t>POST/DYS/OLD/GZ/0</w:t>
      </w:r>
      <w:r w:rsidR="001257A6">
        <w:rPr>
          <w:rFonts w:cstheme="minorHAnsi"/>
          <w:b/>
        </w:rPr>
        <w:t>42</w:t>
      </w:r>
      <w:r w:rsidR="002229D8" w:rsidRPr="002557F5">
        <w:rPr>
          <w:rFonts w:cstheme="minorHAnsi"/>
          <w:b/>
        </w:rPr>
        <w:t>5</w:t>
      </w:r>
      <w:r w:rsidR="001257A6">
        <w:rPr>
          <w:rFonts w:cstheme="minorHAnsi"/>
          <w:b/>
        </w:rPr>
        <w:t>0</w:t>
      </w:r>
      <w:r w:rsidR="002229D8" w:rsidRPr="002557F5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2229D8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229D8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9F1710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9F1710">
        <w:rPr>
          <w:rFonts w:eastAsia="Times New Roman" w:cs="Arial"/>
        </w:rPr>
        <w:t>, zaktualizowanym rozporządzeniem Rady (UE) 2025/2033 (Dz.U. L, 2025/2033 z 23.10.2025) dalej: rozporządzenie 2025/2033</w:t>
      </w:r>
      <w:r w:rsidRPr="009F1710">
        <w:t>.</w:t>
      </w:r>
      <w:r w:rsidRPr="009F1710">
        <w:rPr>
          <w:vertAlign w:val="superscript"/>
        </w:rPr>
        <w:footnoteReference w:id="1"/>
      </w:r>
    </w:p>
    <w:p w14:paraId="3EA3242A" w14:textId="347883B1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71F4223B" w14:textId="77777777" w:rsidR="001257A6" w:rsidRDefault="001257A6" w:rsidP="002C2C2F">
      <w:pPr>
        <w:jc w:val="both"/>
        <w:rPr>
          <w:rFonts w:cstheme="minorHAnsi"/>
          <w:b/>
        </w:rPr>
      </w:pPr>
    </w:p>
    <w:p w14:paraId="13AF2A44" w14:textId="30741FC9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9F171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E60FE9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A1284F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791923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39E5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BE1634F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ECCCB" w14:textId="77777777" w:rsidR="002229D8" w:rsidRDefault="002229D8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A21A4A5" w14:textId="77777777" w:rsidR="002229D8" w:rsidRPr="006E100D" w:rsidRDefault="002229D8" w:rsidP="002229D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7B62589" w14:textId="0C9720AB" w:rsidR="002229D8" w:rsidRDefault="001257A6" w:rsidP="002229D8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1257A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Zgierz-Pabianice w obrębie: M. Pabianice, M. Konstantynów Łódzki, Gm. Aleksandrów, Gm. Lutomiersk, Gm. Wodzierady, Gm. Dobroń, Gm. Dłutów</w:t>
          </w:r>
        </w:p>
        <w:p w14:paraId="5205B493" w14:textId="11BD9119" w:rsidR="00347E8D" w:rsidRPr="006B2C28" w:rsidRDefault="002229D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</w:t>
          </w:r>
          <w:r w:rsidR="001257A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42</w:t>
          </w:r>
          <w:r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5</w:t>
          </w:r>
          <w:r w:rsidR="001257A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</w:t>
          </w:r>
          <w:r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5FACF5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4C88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7A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29D8"/>
    <w:rsid w:val="00224257"/>
    <w:rsid w:val="00241DAD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31B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052D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5C2E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1710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417C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POST/DYS/OLD/GZ/04250/2025                        </dmsv2SWPP2ObjectNumber>
    <dmsv2SWPP2SumMD5 xmlns="http://schemas.microsoft.com/sharepoint/v3">db71da78230f1ad36e2c0cf578cf0551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23848940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DPFVW34YURAE-834641568-6636</_dlc_DocId>
    <_dlc_DocIdUrl xmlns="a19cb1c7-c5c7-46d4-85ae-d83685407bba">
      <Url>https://swpp2.dms.gkpge.pl/sites/40/_layouts/15/DocIdRedir.aspx?ID=DPFVW34YURAE-834641568-6636</Url>
      <Description>DPFVW34YURAE-834641568-6636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b6a7fc3-c441-41c3-bbfc-a960266391eb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1B7FFB5-B5B5-4AA3-BB91-72FC803977D6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27FA9A-1684-4C76-93B0-7C9AD39646E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3</Pages>
  <Words>839</Words>
  <Characters>5037</Characters>
  <Application>Microsoft Office Word</Application>
  <DocSecurity>0</DocSecurity>
  <Lines>41</Lines>
  <Paragraphs>11</Paragraphs>
  <ScaleCrop>false</ScaleCrop>
  <Company>PGE Systemy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4</cp:revision>
  <cp:lastPrinted>2024-07-15T11:21:00Z</cp:lastPrinted>
  <dcterms:created xsi:type="dcterms:W3CDTF">2025-11-25T07:33:00Z</dcterms:created>
  <dcterms:modified xsi:type="dcterms:W3CDTF">2025-11-25T07:43:00Z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507a3987-ebbc-434d-af53-4fb3a13e99d8</vt:lpwstr>
  </property>
</Properties>
</file>